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09A" w:rsidRDefault="0072309A"/>
    <w:p w:rsidR="00BC0466" w:rsidRDefault="00BC0466" w:rsidP="00BC0466">
      <w:pPr>
        <w:tabs>
          <w:tab w:val="left" w:pos="5685"/>
        </w:tabs>
      </w:pPr>
      <w:r>
        <w:tab/>
      </w:r>
      <w:r>
        <w:tab/>
      </w:r>
    </w:p>
    <w:tbl>
      <w:tblPr>
        <w:tblStyle w:val="TableGrid"/>
        <w:tblpPr w:leftFromText="180" w:rightFromText="180" w:horzAnchor="margin" w:tblpXSpec="right" w:tblpY="484"/>
        <w:tblW w:w="0" w:type="auto"/>
        <w:tblLook w:val="04A0" w:firstRow="1" w:lastRow="0" w:firstColumn="1" w:lastColumn="0" w:noHBand="0" w:noVBand="1"/>
      </w:tblPr>
      <w:tblGrid>
        <w:gridCol w:w="4266"/>
      </w:tblGrid>
      <w:tr w:rsidR="00BC0466" w:rsidTr="00AE2A08">
        <w:trPr>
          <w:trHeight w:val="1408"/>
        </w:trPr>
        <w:tc>
          <w:tcPr>
            <w:tcW w:w="4266" w:type="dxa"/>
          </w:tcPr>
          <w:p w:rsidR="00BC0466" w:rsidRPr="00AE2A08" w:rsidRDefault="00BC0466" w:rsidP="00B11358">
            <w:pPr>
              <w:rPr>
                <w:rFonts w:ascii="Times New Roman" w:hAnsi="Times New Roman" w:cs="Times New Roman"/>
                <w:b/>
              </w:rPr>
            </w:pPr>
            <w:r w:rsidRPr="00AE2A08">
              <w:rPr>
                <w:rFonts w:ascii="Times New Roman" w:hAnsi="Times New Roman" w:cs="Times New Roman"/>
                <w:b/>
              </w:rPr>
              <w:t>To:</w:t>
            </w:r>
          </w:p>
          <w:p w:rsidR="00BC0466" w:rsidRPr="00AE2A08" w:rsidRDefault="00BC0466" w:rsidP="00B11358">
            <w:pPr>
              <w:rPr>
                <w:rFonts w:ascii="Times New Roman" w:hAnsi="Times New Roman" w:cs="Times New Roman"/>
                <w:b/>
              </w:rPr>
            </w:pPr>
            <w:r w:rsidRPr="00AE2A08">
              <w:rPr>
                <w:rFonts w:ascii="Times New Roman" w:hAnsi="Times New Roman" w:cs="Times New Roman"/>
                <w:b/>
              </w:rPr>
              <w:t xml:space="preserve">Joint Secretariat </w:t>
            </w:r>
            <w:r w:rsidR="00AE2A08" w:rsidRPr="00AE2A08">
              <w:rPr>
                <w:rFonts w:ascii="Times New Roman" w:hAnsi="Times New Roman" w:cs="Times New Roman"/>
                <w:b/>
              </w:rPr>
              <w:t xml:space="preserve">– main office </w:t>
            </w:r>
            <w:r w:rsidR="00AE2A08" w:rsidRPr="00AE2A08">
              <w:rPr>
                <w:rFonts w:ascii="Times New Roman" w:hAnsi="Times New Roman" w:cs="Times New Roman"/>
                <w:b/>
                <w:lang w:val="bg-BG"/>
              </w:rPr>
              <w:t>Kyustendil</w:t>
            </w:r>
          </w:p>
          <w:p w:rsidR="00AE2A08" w:rsidRPr="00AE2A08" w:rsidRDefault="00AE2A08" w:rsidP="00B113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“</w:t>
            </w:r>
            <w:r w:rsidRPr="00AE2A08">
              <w:rPr>
                <w:rFonts w:ascii="Times New Roman" w:hAnsi="Times New Roman" w:cs="Times New Roman"/>
                <w:b/>
                <w:lang w:val="bg-BG"/>
              </w:rPr>
              <w:t>Marin Drinov</w:t>
            </w:r>
            <w:r>
              <w:rPr>
                <w:rFonts w:ascii="Times New Roman" w:hAnsi="Times New Roman" w:cs="Times New Roman"/>
                <w:b/>
              </w:rPr>
              <w:t>”</w:t>
            </w:r>
            <w:r w:rsidRPr="00AE2A08">
              <w:rPr>
                <w:rFonts w:ascii="Times New Roman" w:hAnsi="Times New Roman" w:cs="Times New Roman"/>
                <w:b/>
              </w:rPr>
              <w:t xml:space="preserve"> Str. № 7</w:t>
            </w:r>
          </w:p>
          <w:p w:rsidR="00AE2A08" w:rsidRPr="00AE2A08" w:rsidRDefault="00AE2A08" w:rsidP="00B11358">
            <w:pPr>
              <w:rPr>
                <w:rFonts w:ascii="Times New Roman" w:hAnsi="Times New Roman" w:cs="Times New Roman"/>
                <w:b/>
              </w:rPr>
            </w:pPr>
            <w:r w:rsidRPr="00AE2A08">
              <w:rPr>
                <w:rFonts w:ascii="Times New Roman" w:hAnsi="Times New Roman" w:cs="Times New Roman"/>
                <w:b/>
              </w:rPr>
              <w:t xml:space="preserve">2500,  </w:t>
            </w:r>
            <w:r w:rsidRPr="00AE2A08">
              <w:rPr>
                <w:rFonts w:ascii="Times New Roman" w:hAnsi="Times New Roman" w:cs="Times New Roman"/>
                <w:b/>
                <w:lang w:val="bg-BG"/>
              </w:rPr>
              <w:t>Kyustendil</w:t>
            </w:r>
          </w:p>
          <w:p w:rsidR="00BC0466" w:rsidRPr="00AE2A08" w:rsidRDefault="00BC0466" w:rsidP="00B11358">
            <w:pPr>
              <w:rPr>
                <w:rFonts w:ascii="Times New Roman" w:hAnsi="Times New Roman" w:cs="Times New Roman"/>
              </w:rPr>
            </w:pPr>
          </w:p>
        </w:tc>
      </w:tr>
    </w:tbl>
    <w:p w:rsidR="0072309A" w:rsidRDefault="0072309A" w:rsidP="00BC0466">
      <w:pPr>
        <w:tabs>
          <w:tab w:val="left" w:pos="5685"/>
        </w:tabs>
      </w:pPr>
    </w:p>
    <w:p w:rsidR="00C84F06" w:rsidRPr="00C84F06" w:rsidRDefault="00BC0466" w:rsidP="00BC0466">
      <w:pPr>
        <w:spacing w:before="480" w:after="0" w:line="36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Subject: </w:t>
      </w:r>
      <w:r w:rsidR="00C84F06" w:rsidRPr="00C84F06">
        <w:rPr>
          <w:rFonts w:ascii="Times New Roman" w:eastAsia="Times New Roman" w:hAnsi="Times New Roman" w:cs="Times New Roman"/>
          <w:b/>
          <w:snapToGrid w:val="0"/>
          <w:lang w:val="en-GB"/>
        </w:rPr>
        <w:t>Advertisement for publication</w:t>
      </w:r>
    </w:p>
    <w:p w:rsidR="00BC0466" w:rsidRDefault="00C84F06" w:rsidP="00C84F06">
      <w:pPr>
        <w:spacing w:before="480" w:after="0" w:line="360" w:lineRule="auto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C84F06">
        <w:rPr>
          <w:rFonts w:ascii="Times New Roman" w:eastAsia="Times New Roman" w:hAnsi="Times New Roman" w:cs="Times New Roman"/>
          <w:snapToGrid w:val="0"/>
        </w:rPr>
        <w:t xml:space="preserve">Public local institution for </w:t>
      </w:r>
      <w:bookmarkStart w:id="0" w:name="_GoBack"/>
      <w:bookmarkEnd w:id="0"/>
      <w:r w:rsidRPr="00C84F06">
        <w:rPr>
          <w:rFonts w:ascii="Times New Roman" w:eastAsia="Times New Roman" w:hAnsi="Times New Roman" w:cs="Times New Roman"/>
          <w:snapToGrid w:val="0"/>
        </w:rPr>
        <w:t xml:space="preserve">children - kindergarten “DETSKA RADOST” </w:t>
      </w:r>
      <w:r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is launching a tender procedure for Remodelling kindergarten buildings to become “green” in </w:t>
      </w:r>
      <w:r w:rsidRPr="00C84F06">
        <w:rPr>
          <w:rFonts w:ascii="Times New Roman" w:eastAsia="Times New Roman" w:hAnsi="Times New Roman" w:cs="Times New Roman"/>
          <w:snapToGrid w:val="0"/>
          <w:lang w:val="mk-MK"/>
        </w:rPr>
        <w:t>Strumica</w:t>
      </w:r>
      <w:r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, Republic of Macedonia, Ref. </w:t>
      </w:r>
      <w:r w:rsidRPr="00C84F06">
        <w:rPr>
          <w:rFonts w:ascii="Times New Roman" w:eastAsia="Times New Roman" w:hAnsi="Times New Roman" w:cs="Times New Roman"/>
          <w:snapToGrid w:val="0"/>
        </w:rPr>
        <w:t>№ CB006.1.11.079/PP1-03. The tender procedure is under</w:t>
      </w:r>
      <w:r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 the implementation of </w:t>
      </w:r>
      <w:r w:rsidRPr="00C84F06">
        <w:rPr>
          <w:rFonts w:ascii="Times New Roman" w:eastAsia="Times New Roman" w:hAnsi="Times New Roman" w:cs="Times New Roman"/>
          <w:snapToGrid w:val="0"/>
        </w:rPr>
        <w:t>“</w:t>
      </w:r>
      <w:r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Green kindergartens for sustainable future” project and with financial assistance from the Interreg - IPA CBC Programme Bulgaria – the former Yugoslav Republic of Macedonia Programme 2014- 2020. </w:t>
      </w:r>
    </w:p>
    <w:p w:rsidR="00BC0466" w:rsidRDefault="00C84F06" w:rsidP="00BC0466">
      <w:pPr>
        <w:spacing w:before="480" w:after="0" w:line="36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The tender dossier is available for inspection at the premises of Public local institution for children - kindergarten “DETSKA RADOST”, 1 </w:t>
      </w:r>
      <w:r w:rsidRPr="00C84F06">
        <w:rPr>
          <w:rFonts w:ascii="Times New Roman" w:eastAsia="Times New Roman" w:hAnsi="Times New Roman" w:cs="Times New Roman"/>
          <w:snapToGrid w:val="0"/>
          <w:lang w:val="mk-MK"/>
        </w:rPr>
        <w:t>Mladinska</w:t>
      </w:r>
      <w:r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 Str., 2400 </w:t>
      </w:r>
      <w:r w:rsidRPr="00C84F06">
        <w:rPr>
          <w:rFonts w:ascii="Times New Roman" w:eastAsia="Times New Roman" w:hAnsi="Times New Roman" w:cs="Times New Roman"/>
          <w:snapToGrid w:val="0"/>
          <w:lang w:val="mk-MK"/>
        </w:rPr>
        <w:t>Strumica</w:t>
      </w:r>
      <w:r w:rsidRPr="00C84F06">
        <w:rPr>
          <w:rFonts w:ascii="Times New Roman" w:eastAsia="Times New Roman" w:hAnsi="Times New Roman" w:cs="Times New Roman"/>
          <w:snapToGrid w:val="0"/>
        </w:rPr>
        <w:t xml:space="preserve"> </w:t>
      </w:r>
      <w:r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and published on following websites: </w:t>
      </w:r>
      <w:r w:rsidR="00BC0466">
        <w:rPr>
          <w:rFonts w:ascii="Times New Roman" w:eastAsia="Times New Roman" w:hAnsi="Times New Roman" w:cs="Times New Roman"/>
          <w:snapToGrid w:val="0"/>
          <w:lang w:eastAsia="en-GB"/>
        </w:rPr>
        <w:t xml:space="preserve"> </w:t>
      </w:r>
      <w:hyperlink r:id="rId6" w:history="1">
        <w:r w:rsidRPr="00C84F06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0"/>
            <w:u w:val="single"/>
            <w:lang w:val="en-GB"/>
          </w:rPr>
          <w:t>http://www.ipa-cbc-007.eu/</w:t>
        </w:r>
      </w:hyperlink>
      <w:r w:rsidRPr="00C84F06">
        <w:rPr>
          <w:rFonts w:ascii="Times New Roman" w:eastAsia="Times New Roman" w:hAnsi="Times New Roman" w:cs="Times New Roman"/>
          <w:snapToGrid w:val="0"/>
          <w:sz w:val="24"/>
          <w:szCs w:val="20"/>
          <w:lang w:val="en-GB"/>
        </w:rPr>
        <w:t xml:space="preserve">; </w:t>
      </w:r>
      <w:hyperlink r:id="rId7" w:history="1">
        <w:r w:rsidRPr="00C84F06">
          <w:rPr>
            <w:rFonts w:ascii="Times New Roman" w:eastAsia="Times New Roman" w:hAnsi="Times New Roman" w:cs="Times New Roman"/>
            <w:snapToGrid w:val="0"/>
            <w:color w:val="0000FF"/>
            <w:u w:val="single"/>
            <w:lang w:val="en-GB"/>
          </w:rPr>
          <w:t>http://www.greenkindergartens.eu/</w:t>
        </w:r>
      </w:hyperlink>
      <w:r w:rsidRPr="00C84F06">
        <w:rPr>
          <w:rFonts w:ascii="Times New Roman" w:eastAsia="Times New Roman" w:hAnsi="Times New Roman" w:cs="Times New Roman"/>
          <w:snapToGrid w:val="0"/>
        </w:rPr>
        <w:t xml:space="preserve"> </w:t>
      </w:r>
    </w:p>
    <w:p w:rsidR="00BC0466" w:rsidRPr="00C84F06" w:rsidRDefault="00BC0466" w:rsidP="00BC046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napToGrid w:val="0"/>
        </w:rPr>
      </w:pPr>
    </w:p>
    <w:p w:rsidR="00C84F06" w:rsidRPr="00C84F06" w:rsidRDefault="00C84F06" w:rsidP="00C84F06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</w:rPr>
      </w:pPr>
      <w:r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The deadline for submission of tender is 28.04.2017, 16:00 (local time). Possible additional information or clarifications/questions shall be published on following websites: </w:t>
      </w:r>
    </w:p>
    <w:p w:rsidR="0072309A" w:rsidRDefault="00755950" w:rsidP="00C84F06">
      <w:pPr>
        <w:rPr>
          <w:rFonts w:ascii="Times New Roman" w:eastAsia="Times New Roman" w:hAnsi="Times New Roman" w:cs="Times New Roman"/>
          <w:snapToGrid w:val="0"/>
          <w:color w:val="0000FF"/>
          <w:u w:val="single"/>
          <w:lang w:val="en-GB"/>
        </w:rPr>
      </w:pPr>
      <w:hyperlink r:id="rId8" w:history="1">
        <w:r w:rsidR="00C84F06" w:rsidRPr="00C84F06">
          <w:rPr>
            <w:rFonts w:ascii="Times New Roman" w:eastAsia="Times New Roman" w:hAnsi="Times New Roman" w:cs="Times New Roman"/>
            <w:snapToGrid w:val="0"/>
            <w:color w:val="0000FF"/>
            <w:u w:val="single"/>
            <w:lang w:val="en-GB"/>
          </w:rPr>
          <w:t>http://www.ipa-cbc-007.eu/</w:t>
        </w:r>
      </w:hyperlink>
      <w:r w:rsidR="00C84F06" w:rsidRPr="00C84F06">
        <w:rPr>
          <w:rFonts w:ascii="Times New Roman" w:eastAsia="Times New Roman" w:hAnsi="Times New Roman" w:cs="Times New Roman"/>
          <w:snapToGrid w:val="0"/>
          <w:lang w:val="en-GB"/>
        </w:rPr>
        <w:t xml:space="preserve">; </w:t>
      </w:r>
      <w:hyperlink r:id="rId9" w:history="1">
        <w:r w:rsidR="00C84F06" w:rsidRPr="00C84F06">
          <w:rPr>
            <w:rFonts w:ascii="Times New Roman" w:eastAsia="Times New Roman" w:hAnsi="Times New Roman" w:cs="Times New Roman"/>
            <w:snapToGrid w:val="0"/>
            <w:color w:val="0000FF"/>
            <w:u w:val="single"/>
            <w:lang w:val="en-GB"/>
          </w:rPr>
          <w:t>http://www.greenkindergartens.eu/</w:t>
        </w:r>
      </w:hyperlink>
    </w:p>
    <w:p w:rsidR="00BC0466" w:rsidRDefault="00BC0466" w:rsidP="00C84F06">
      <w:pPr>
        <w:rPr>
          <w:rFonts w:ascii="Times New Roman" w:eastAsia="Times New Roman" w:hAnsi="Times New Roman" w:cs="Times New Roman"/>
          <w:snapToGrid w:val="0"/>
          <w:color w:val="0000FF"/>
          <w:u w:val="single"/>
          <w:lang w:val="en-GB"/>
        </w:rPr>
      </w:pPr>
    </w:p>
    <w:p w:rsidR="00BC0466" w:rsidRDefault="00BC0466" w:rsidP="00C84F06">
      <w:pPr>
        <w:rPr>
          <w:rFonts w:ascii="Times New Roman" w:eastAsia="Times New Roman" w:hAnsi="Times New Roman" w:cs="Times New Roman"/>
          <w:snapToGrid w:val="0"/>
          <w:color w:val="0000FF"/>
          <w:u w:val="single"/>
          <w:lang w:val="en-GB"/>
        </w:rPr>
      </w:pPr>
    </w:p>
    <w:p w:rsidR="00BC0466" w:rsidRPr="0072309A" w:rsidRDefault="00BC0466" w:rsidP="00C84F06">
      <w:pPr>
        <w:rPr>
          <w:b/>
          <w:sz w:val="24"/>
          <w:szCs w:val="24"/>
        </w:rPr>
      </w:pPr>
    </w:p>
    <w:sectPr w:rsidR="00BC0466" w:rsidRPr="0072309A" w:rsidSect="00477472">
      <w:headerReference w:type="default" r:id="rId10"/>
      <w:footerReference w:type="default" r:id="rId11"/>
      <w:pgSz w:w="11906" w:h="16838" w:code="9"/>
      <w:pgMar w:top="2835" w:right="1418" w:bottom="198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950" w:rsidRDefault="00755950" w:rsidP="00E62F92">
      <w:pPr>
        <w:spacing w:after="0" w:line="240" w:lineRule="auto"/>
      </w:pPr>
      <w:r>
        <w:separator/>
      </w:r>
    </w:p>
  </w:endnote>
  <w:endnote w:type="continuationSeparator" w:id="0">
    <w:p w:rsidR="00755950" w:rsidRDefault="00755950" w:rsidP="00E6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472" w:rsidRDefault="00835207">
    <w:pPr>
      <w:pStyle w:val="Footer"/>
    </w:pPr>
    <w:r>
      <w:rPr>
        <w:noProof/>
        <w:lang w:val="mk-MK" w:eastAsia="mk-MK"/>
      </w:rPr>
      <w:drawing>
        <wp:anchor distT="0" distB="0" distL="114300" distR="114300" simplePos="0" relativeHeight="251659264" behindDoc="0" locked="0" layoutInCell="1" allowOverlap="1" wp14:anchorId="0F241A65" wp14:editId="77155520">
          <wp:simplePos x="0" y="0"/>
          <wp:positionH relativeFrom="margin">
            <wp:posOffset>1739265</wp:posOffset>
          </wp:positionH>
          <wp:positionV relativeFrom="paragraph">
            <wp:posOffset>-238125</wp:posOffset>
          </wp:positionV>
          <wp:extent cx="2280920" cy="318770"/>
          <wp:effectExtent l="0" t="0" r="5080" b="5080"/>
          <wp:wrapThrough wrapText="bothSides">
            <wp:wrapPolygon edited="0">
              <wp:start x="0" y="0"/>
              <wp:lineTo x="0" y="20653"/>
              <wp:lineTo x="18581" y="20653"/>
              <wp:lineTo x="21468" y="12908"/>
              <wp:lineTo x="2146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rreg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0920" cy="318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7472" w:rsidRPr="00477472"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D20EB9" wp14:editId="408B8F32">
              <wp:simplePos x="0" y="0"/>
              <wp:positionH relativeFrom="margin">
                <wp:posOffset>-360045</wp:posOffset>
              </wp:positionH>
              <wp:positionV relativeFrom="paragraph">
                <wp:posOffset>-433705</wp:posOffset>
              </wp:positionV>
              <wp:extent cx="6479540" cy="0"/>
              <wp:effectExtent l="0" t="19050" r="3556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954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00B050"/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F01994" id="Straight Connecto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8.35pt,-34.15pt" to="481.85pt,-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" strokecolor="#00b050" strokeweight="3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950" w:rsidRDefault="00755950" w:rsidP="00E62F92">
      <w:pPr>
        <w:spacing w:after="0" w:line="240" w:lineRule="auto"/>
      </w:pPr>
      <w:r>
        <w:separator/>
      </w:r>
    </w:p>
  </w:footnote>
  <w:footnote w:type="continuationSeparator" w:id="0">
    <w:p w:rsidR="00755950" w:rsidRDefault="00755950" w:rsidP="00E62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F92" w:rsidRDefault="00E302BC">
    <w:pPr>
      <w:pStyle w:val="Header"/>
    </w:pPr>
    <w:r>
      <w:rPr>
        <w:noProof/>
        <w:lang w:val="mk-MK" w:eastAsia="mk-MK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5A1F0AE" wp14:editId="709B0A51">
              <wp:simplePos x="0" y="0"/>
              <wp:positionH relativeFrom="margin">
                <wp:posOffset>-483870</wp:posOffset>
              </wp:positionH>
              <wp:positionV relativeFrom="paragraph">
                <wp:posOffset>-47625</wp:posOffset>
              </wp:positionV>
              <wp:extent cx="3687445" cy="44196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7445" cy="4419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2751" w:rsidRPr="00E302BC" w:rsidRDefault="00477472" w:rsidP="00477472">
                          <w:pPr>
                            <w:shd w:val="clear" w:color="auto" w:fill="FFFFFF"/>
                            <w:spacing w:after="0" w:line="0" w:lineRule="atLeast"/>
                            <w:textAlignment w:val="baseline"/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</w:pPr>
                          <w:r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>Public l</w:t>
                          </w:r>
                          <w:r w:rsidR="00835207"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>ocal institution for children</w:t>
                          </w:r>
                          <w:r w:rsidR="00482520"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 xml:space="preserve"> - </w:t>
                          </w:r>
                        </w:p>
                        <w:p w:rsidR="00477472" w:rsidRPr="00E302BC" w:rsidRDefault="00CD2751" w:rsidP="00477472">
                          <w:pPr>
                            <w:shd w:val="clear" w:color="auto" w:fill="FFFFFF"/>
                            <w:spacing w:after="0" w:line="0" w:lineRule="atLeast"/>
                            <w:textAlignment w:val="baseline"/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</w:pPr>
                          <w:r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>Kindergarten</w:t>
                          </w:r>
                          <w:r w:rsidR="00477472"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 xml:space="preserve"> “</w:t>
                          </w:r>
                          <w:proofErr w:type="spellStart"/>
                          <w:r w:rsidR="00477472"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>Detska</w:t>
                          </w:r>
                          <w:proofErr w:type="spellEnd"/>
                          <w:r w:rsidR="00477472"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="00477472"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>Radost</w:t>
                          </w:r>
                          <w:proofErr w:type="spellEnd"/>
                          <w:r w:rsidR="00477472" w:rsidRPr="00E302BC">
                            <w:rPr>
                              <w:rFonts w:eastAsia="Times New Roman" w:cstheme="minorHAnsi"/>
                              <w:b/>
                              <w:sz w:val="24"/>
                              <w:szCs w:val="24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1F0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8.1pt;margin-top:-3.75pt;width:290.35pt;height:34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" filled="f" stroked="f">
              <v:textbox>
                <w:txbxContent>
                  <w:p w:rsidR="00CD2751" w:rsidRPr="00E302BC" w:rsidRDefault="00477472" w:rsidP="00477472">
                    <w:pPr>
                      <w:shd w:val="clear" w:color="auto" w:fill="FFFFFF"/>
                      <w:spacing w:after="0" w:line="0" w:lineRule="atLeast"/>
                      <w:textAlignment w:val="baseline"/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</w:pPr>
                    <w:r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>Public l</w:t>
                    </w:r>
                    <w:r w:rsidR="00835207"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>ocal institution for children</w:t>
                    </w:r>
                    <w:r w:rsidR="00482520"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 xml:space="preserve"> - </w:t>
                    </w:r>
                  </w:p>
                  <w:p w:rsidR="00477472" w:rsidRPr="00E302BC" w:rsidRDefault="00CD2751" w:rsidP="00477472">
                    <w:pPr>
                      <w:shd w:val="clear" w:color="auto" w:fill="FFFFFF"/>
                      <w:spacing w:after="0" w:line="0" w:lineRule="atLeast"/>
                      <w:textAlignment w:val="baseline"/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</w:pPr>
                    <w:r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>Kindergarten</w:t>
                    </w:r>
                    <w:r w:rsidR="00477472"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 xml:space="preserve"> “</w:t>
                    </w:r>
                    <w:proofErr w:type="spellStart"/>
                    <w:r w:rsidR="00477472"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>Detska</w:t>
                    </w:r>
                    <w:proofErr w:type="spellEnd"/>
                    <w:r w:rsidR="00477472"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77472"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>Radost</w:t>
                    </w:r>
                    <w:proofErr w:type="spellEnd"/>
                    <w:r w:rsidR="00477472" w:rsidRPr="00E302BC">
                      <w:rPr>
                        <w:rFonts w:eastAsia="Times New Roman" w:cstheme="minorHAnsi"/>
                        <w:b/>
                        <w:sz w:val="24"/>
                        <w:szCs w:val="24"/>
                      </w:rPr>
                      <w:t>”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8D7A4BC" wp14:editId="03D7BF74">
              <wp:simplePos x="0" y="0"/>
              <wp:positionH relativeFrom="column">
                <wp:posOffset>-468833</wp:posOffset>
              </wp:positionH>
              <wp:positionV relativeFrom="paragraph">
                <wp:posOffset>413308</wp:posOffset>
              </wp:positionV>
              <wp:extent cx="1338935" cy="643737"/>
              <wp:effectExtent l="0" t="0" r="0" b="444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8935" cy="6437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7472" w:rsidRPr="00AE2A08" w:rsidRDefault="00477472" w:rsidP="00477472">
                          <w:pPr>
                            <w:shd w:val="clear" w:color="auto" w:fill="FFFFFF"/>
                            <w:spacing w:after="0" w:line="0" w:lineRule="atLeast"/>
                            <w:textAlignment w:val="baseline"/>
                            <w:rPr>
                              <w:rFonts w:eastAsia="Times New Roman" w:cstheme="minorHAnsi"/>
                              <w:sz w:val="16"/>
                              <w:szCs w:val="16"/>
                              <w:lang w:val="mk-MK"/>
                            </w:rPr>
                          </w:pPr>
                          <w:r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t>Address</w:t>
                          </w:r>
                          <w:proofErr w:type="gramStart"/>
                          <w:r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t>:</w:t>
                          </w:r>
                          <w:proofErr w:type="gramEnd"/>
                          <w:r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br/>
                          </w:r>
                          <w:r w:rsidR="00720520"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t>s</w:t>
                          </w:r>
                          <w:r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t>tr. “</w:t>
                          </w:r>
                          <w:r w:rsidRPr="00AE2A08">
                            <w:rPr>
                              <w:rFonts w:eastAsia="Times New Roman" w:cstheme="minorHAnsi"/>
                              <w:sz w:val="16"/>
                              <w:szCs w:val="16"/>
                              <w:lang w:val="mk-MK"/>
                            </w:rPr>
                            <w:t xml:space="preserve">Mladinska” </w:t>
                          </w:r>
                          <w:r w:rsidR="00720520" w:rsidRPr="00AE2A08">
                            <w:rPr>
                              <w:rFonts w:eastAsia="Times New Roman" w:cstheme="minorHAnsi"/>
                              <w:sz w:val="16"/>
                              <w:szCs w:val="16"/>
                              <w:lang w:val="mk-MK"/>
                            </w:rPr>
                            <w:t>n</w:t>
                          </w:r>
                          <w:r w:rsidRPr="00AE2A08">
                            <w:rPr>
                              <w:rFonts w:eastAsia="Times New Roman" w:cstheme="minorHAnsi"/>
                              <w:sz w:val="16"/>
                              <w:szCs w:val="16"/>
                              <w:lang w:val="mk-MK"/>
                            </w:rPr>
                            <w:t>o.1</w:t>
                          </w:r>
                        </w:p>
                        <w:p w:rsidR="00477472" w:rsidRPr="00AE2A08" w:rsidRDefault="00477472" w:rsidP="00477472">
                          <w:pPr>
                            <w:shd w:val="clear" w:color="auto" w:fill="FFFFFF"/>
                            <w:spacing w:after="0" w:line="0" w:lineRule="atLeast"/>
                            <w:textAlignment w:val="baseline"/>
                            <w:rPr>
                              <w:rFonts w:eastAsia="Times New Roman" w:cstheme="minorHAnsi"/>
                              <w:sz w:val="16"/>
                              <w:szCs w:val="16"/>
                              <w:lang w:val="mk-MK"/>
                            </w:rPr>
                          </w:pPr>
                          <w:r w:rsidRPr="00AE2A08">
                            <w:rPr>
                              <w:rFonts w:eastAsia="Times New Roman" w:cstheme="minorHAnsi"/>
                              <w:sz w:val="16"/>
                              <w:szCs w:val="16"/>
                              <w:lang w:val="mk-MK"/>
                            </w:rPr>
                            <w:t>2400 Strumica</w:t>
                          </w:r>
                        </w:p>
                        <w:p w:rsidR="00477472" w:rsidRPr="00E302BC" w:rsidRDefault="00477472" w:rsidP="00477472">
                          <w:pPr>
                            <w:shd w:val="clear" w:color="auto" w:fill="FFFFFF"/>
                            <w:spacing w:after="0" w:line="0" w:lineRule="atLeast"/>
                            <w:textAlignment w:val="baseline"/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</w:pPr>
                          <w:r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t xml:space="preserve">Republic of Macedonia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D7A4BC" id="_x0000_s1027" type="#_x0000_t202" style="position:absolute;margin-left:-36.9pt;margin-top:32.55pt;width:105.45pt;height:50.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" filled="f" stroked="f">
              <v:textbox>
                <w:txbxContent>
                  <w:p w:rsidR="00477472" w:rsidRPr="00AE2A08" w:rsidRDefault="00477472" w:rsidP="00477472">
                    <w:pPr>
                      <w:shd w:val="clear" w:color="auto" w:fill="FFFFFF"/>
                      <w:spacing w:after="0" w:line="0" w:lineRule="atLeast"/>
                      <w:textAlignment w:val="baseline"/>
                      <w:rPr>
                        <w:rFonts w:eastAsia="Times New Roman" w:cstheme="minorHAnsi"/>
                        <w:sz w:val="16"/>
                        <w:szCs w:val="16"/>
                        <w:lang w:val="mk-MK"/>
                      </w:rPr>
                    </w:pPr>
                    <w:r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t>Address</w:t>
                    </w:r>
                    <w:proofErr w:type="gramStart"/>
                    <w:r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t>:</w:t>
                    </w:r>
                    <w:proofErr w:type="gramEnd"/>
                    <w:r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br/>
                    </w:r>
                    <w:r w:rsidR="00720520"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t>s</w:t>
                    </w:r>
                    <w:r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t>tr. “</w:t>
                    </w:r>
                    <w:r w:rsidRPr="00AE2A08">
                      <w:rPr>
                        <w:rFonts w:eastAsia="Times New Roman" w:cstheme="minorHAnsi"/>
                        <w:sz w:val="16"/>
                        <w:szCs w:val="16"/>
                        <w:lang w:val="mk-MK"/>
                      </w:rPr>
                      <w:t xml:space="preserve">Mladinska” </w:t>
                    </w:r>
                    <w:r w:rsidR="00720520" w:rsidRPr="00AE2A08">
                      <w:rPr>
                        <w:rFonts w:eastAsia="Times New Roman" w:cstheme="minorHAnsi"/>
                        <w:sz w:val="16"/>
                        <w:szCs w:val="16"/>
                        <w:lang w:val="mk-MK"/>
                      </w:rPr>
                      <w:t>n</w:t>
                    </w:r>
                    <w:r w:rsidRPr="00AE2A08">
                      <w:rPr>
                        <w:rFonts w:eastAsia="Times New Roman" w:cstheme="minorHAnsi"/>
                        <w:sz w:val="16"/>
                        <w:szCs w:val="16"/>
                        <w:lang w:val="mk-MK"/>
                      </w:rPr>
                      <w:t>o.1</w:t>
                    </w:r>
                  </w:p>
                  <w:p w:rsidR="00477472" w:rsidRPr="00AE2A08" w:rsidRDefault="00477472" w:rsidP="00477472">
                    <w:pPr>
                      <w:shd w:val="clear" w:color="auto" w:fill="FFFFFF"/>
                      <w:spacing w:after="0" w:line="0" w:lineRule="atLeast"/>
                      <w:textAlignment w:val="baseline"/>
                      <w:rPr>
                        <w:rFonts w:eastAsia="Times New Roman" w:cstheme="minorHAnsi"/>
                        <w:sz w:val="16"/>
                        <w:szCs w:val="16"/>
                        <w:lang w:val="mk-MK"/>
                      </w:rPr>
                    </w:pPr>
                    <w:r w:rsidRPr="00AE2A08">
                      <w:rPr>
                        <w:rFonts w:eastAsia="Times New Roman" w:cstheme="minorHAnsi"/>
                        <w:sz w:val="16"/>
                        <w:szCs w:val="16"/>
                        <w:lang w:val="mk-MK"/>
                      </w:rPr>
                      <w:t>2400 Strumica</w:t>
                    </w:r>
                  </w:p>
                  <w:p w:rsidR="00477472" w:rsidRPr="00E302BC" w:rsidRDefault="00477472" w:rsidP="00477472">
                    <w:pPr>
                      <w:shd w:val="clear" w:color="auto" w:fill="FFFFFF"/>
                      <w:spacing w:after="0" w:line="0" w:lineRule="atLeast"/>
                      <w:textAlignment w:val="baseline"/>
                      <w:rPr>
                        <w:rFonts w:eastAsia="Times New Roman" w:cstheme="minorHAnsi"/>
                        <w:sz w:val="16"/>
                        <w:szCs w:val="16"/>
                      </w:rPr>
                    </w:pPr>
                    <w:r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t xml:space="preserve">Republic of Macedonia </w:t>
                    </w:r>
                  </w:p>
                </w:txbxContent>
              </v:textbox>
            </v:shape>
          </w:pict>
        </mc:Fallback>
      </mc:AlternateContent>
    </w:r>
    <w:r w:rsidR="00482520"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D946EB2" wp14:editId="72679FA4">
              <wp:simplePos x="0" y="0"/>
              <wp:positionH relativeFrom="column">
                <wp:posOffset>930910</wp:posOffset>
              </wp:positionH>
              <wp:positionV relativeFrom="paragraph">
                <wp:posOffset>442595</wp:posOffset>
              </wp:positionV>
              <wp:extent cx="0" cy="436245"/>
              <wp:effectExtent l="0" t="0" r="19050" b="20955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436245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35B2B9E" id="Straight Connector 13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3pt,34.85pt" to="73.3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" strokecolor="black [3213]">
              <v:stroke joinstyle="miter"/>
            </v:line>
          </w:pict>
        </mc:Fallback>
      </mc:AlternateContent>
    </w:r>
    <w:r w:rsidR="00482520"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C6455E3" wp14:editId="003F89F6">
              <wp:simplePos x="0" y="0"/>
              <wp:positionH relativeFrom="column">
                <wp:posOffset>938530</wp:posOffset>
              </wp:positionH>
              <wp:positionV relativeFrom="paragraph">
                <wp:posOffset>412226</wp:posOffset>
              </wp:positionV>
              <wp:extent cx="1871345" cy="525780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1345" cy="5257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35207" w:rsidRPr="00E302BC" w:rsidRDefault="00835207" w:rsidP="00835207">
                          <w:pPr>
                            <w:shd w:val="clear" w:color="auto" w:fill="FFFFFF"/>
                            <w:spacing w:after="0" w:line="0" w:lineRule="atLeast"/>
                            <w:textAlignment w:val="baseline"/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</w:pPr>
                          <w:r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t>Telephone: +389 34 323 975</w:t>
                          </w:r>
                        </w:p>
                        <w:p w:rsidR="00835207" w:rsidRPr="00E302BC" w:rsidRDefault="00835207" w:rsidP="00835207">
                          <w:pPr>
                            <w:shd w:val="clear" w:color="auto" w:fill="FFFFFF"/>
                            <w:spacing w:after="0" w:line="0" w:lineRule="atLeast"/>
                            <w:textAlignment w:val="baseline"/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</w:pPr>
                          <w:r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t>Fax: +389 34 323 975</w:t>
                          </w:r>
                        </w:p>
                        <w:p w:rsidR="00835207" w:rsidRPr="00E302BC" w:rsidRDefault="00835207" w:rsidP="00835207">
                          <w:pPr>
                            <w:shd w:val="clear" w:color="auto" w:fill="FFFFFF"/>
                            <w:spacing w:after="0" w:line="0" w:lineRule="atLeast"/>
                            <w:textAlignment w:val="baseline"/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</w:pPr>
                          <w:r w:rsidRPr="00E302BC">
                            <w:rPr>
                              <w:rFonts w:eastAsia="Times New Roman" w:cstheme="minorHAnsi"/>
                              <w:sz w:val="16"/>
                              <w:szCs w:val="16"/>
                            </w:rPr>
                            <w:t>E-mail: gradinkastrumica@gmail.com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C6455E3" id="_x0000_s1028" type="#_x0000_t202" style="position:absolute;margin-left:73.9pt;margin-top:32.45pt;width:147.35pt;height:41.4pt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" filled="f" stroked="f">
              <v:textbox>
                <w:txbxContent>
                  <w:p w:rsidR="00835207" w:rsidRPr="00E302BC" w:rsidRDefault="00835207" w:rsidP="00835207">
                    <w:pPr>
                      <w:shd w:val="clear" w:color="auto" w:fill="FFFFFF"/>
                      <w:spacing w:after="0" w:line="0" w:lineRule="atLeast"/>
                      <w:textAlignment w:val="baseline"/>
                      <w:rPr>
                        <w:rFonts w:eastAsia="Times New Roman" w:cstheme="minorHAnsi"/>
                        <w:sz w:val="16"/>
                        <w:szCs w:val="16"/>
                      </w:rPr>
                    </w:pPr>
                    <w:r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t>Telephone: +389 34 323 975</w:t>
                    </w:r>
                  </w:p>
                  <w:p w:rsidR="00835207" w:rsidRPr="00E302BC" w:rsidRDefault="00835207" w:rsidP="00835207">
                    <w:pPr>
                      <w:shd w:val="clear" w:color="auto" w:fill="FFFFFF"/>
                      <w:spacing w:after="0" w:line="0" w:lineRule="atLeast"/>
                      <w:textAlignment w:val="baseline"/>
                      <w:rPr>
                        <w:rFonts w:eastAsia="Times New Roman" w:cstheme="minorHAnsi"/>
                        <w:sz w:val="16"/>
                        <w:szCs w:val="16"/>
                      </w:rPr>
                    </w:pPr>
                    <w:r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t>Fax: +389 34 323 975</w:t>
                    </w:r>
                  </w:p>
                  <w:p w:rsidR="00835207" w:rsidRPr="00E302BC" w:rsidRDefault="00835207" w:rsidP="00835207">
                    <w:pPr>
                      <w:shd w:val="clear" w:color="auto" w:fill="FFFFFF"/>
                      <w:spacing w:after="0" w:line="0" w:lineRule="atLeast"/>
                      <w:textAlignment w:val="baseline"/>
                      <w:rPr>
                        <w:rFonts w:eastAsia="Times New Roman" w:cstheme="minorHAnsi"/>
                        <w:sz w:val="16"/>
                        <w:szCs w:val="16"/>
                      </w:rPr>
                    </w:pPr>
                    <w:r w:rsidRPr="00E302BC">
                      <w:rPr>
                        <w:rFonts w:eastAsia="Times New Roman" w:cstheme="minorHAnsi"/>
                        <w:sz w:val="16"/>
                        <w:szCs w:val="16"/>
                      </w:rPr>
                      <w:t>E-mail: gradinkastrumica@gmail.com</w:t>
                    </w:r>
                  </w:p>
                </w:txbxContent>
              </v:textbox>
            </v:shape>
          </w:pict>
        </mc:Fallback>
      </mc:AlternateContent>
    </w:r>
    <w:r w:rsidR="00835207">
      <w:rPr>
        <w:noProof/>
        <w:lang w:val="mk-MK" w:eastAsia="mk-MK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9192776" wp14:editId="050BD3B4">
              <wp:simplePos x="0" y="0"/>
              <wp:positionH relativeFrom="column">
                <wp:posOffset>3637280</wp:posOffset>
              </wp:positionH>
              <wp:positionV relativeFrom="paragraph">
                <wp:posOffset>1031240</wp:posOffset>
              </wp:positionV>
              <wp:extent cx="1416685" cy="240665"/>
              <wp:effectExtent l="0" t="0" r="0" b="6985"/>
              <wp:wrapSquare wrapText="bothSides"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685" cy="240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5088" w:rsidRPr="00A95088" w:rsidRDefault="00A95088" w:rsidP="00A95088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A95088">
                            <w:rPr>
                              <w:b/>
                              <w:color w:val="00B050"/>
                              <w:sz w:val="16"/>
                              <w:szCs w:val="16"/>
                            </w:rPr>
                            <w:t>www.greenkindergartens.eu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92776" id="_x0000_s1029" type="#_x0000_t202" style="position:absolute;margin-left:286.4pt;margin-top:81.2pt;width:111.55pt;height:18.9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" stroked="f">
              <v:textbox>
                <w:txbxContent>
                  <w:p w:rsidR="00A95088" w:rsidRPr="00A95088" w:rsidRDefault="00A95088" w:rsidP="00A95088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A95088">
                      <w:rPr>
                        <w:b/>
                        <w:color w:val="00B050"/>
                        <w:sz w:val="16"/>
                        <w:szCs w:val="16"/>
                      </w:rPr>
                      <w:t>www.greenkindergartens.eu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77472">
      <w:rPr>
        <w:noProof/>
        <w:lang w:val="mk-MK" w:eastAsia="mk-MK"/>
      </w:rPr>
      <w:drawing>
        <wp:anchor distT="0" distB="0" distL="114300" distR="114300" simplePos="0" relativeHeight="251658240" behindDoc="0" locked="0" layoutInCell="1" allowOverlap="1" wp14:anchorId="5E423BB9" wp14:editId="2DFA0280">
          <wp:simplePos x="0" y="0"/>
          <wp:positionH relativeFrom="margin">
            <wp:posOffset>3756396</wp:posOffset>
          </wp:positionH>
          <wp:positionV relativeFrom="margin">
            <wp:posOffset>-1373505</wp:posOffset>
          </wp:positionV>
          <wp:extent cx="2007235" cy="1019810"/>
          <wp:effectExtent l="0" t="0" r="0" b="8890"/>
          <wp:wrapThrough wrapText="bothSides">
            <wp:wrapPolygon edited="0">
              <wp:start x="18655" y="0"/>
              <wp:lineTo x="14350" y="6052"/>
              <wp:lineTo x="0" y="6859"/>
              <wp:lineTo x="0" y="17350"/>
              <wp:lineTo x="14145" y="19367"/>
              <wp:lineTo x="14350" y="21385"/>
              <wp:lineTo x="15375" y="21385"/>
              <wp:lineTo x="16195" y="19367"/>
              <wp:lineTo x="21320" y="13315"/>
              <wp:lineTo x="21320" y="7263"/>
              <wp:lineTo x="19885" y="6456"/>
              <wp:lineTo x="20090" y="1614"/>
              <wp:lineTo x="19885" y="0"/>
              <wp:lineTo x="18655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een Kindergarten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7235" cy="1019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5088"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C6C45D" wp14:editId="4667F1CA">
              <wp:simplePos x="0" y="0"/>
              <wp:positionH relativeFrom="margin">
                <wp:posOffset>-360045</wp:posOffset>
              </wp:positionH>
              <wp:positionV relativeFrom="paragraph">
                <wp:posOffset>1150620</wp:posOffset>
              </wp:positionV>
              <wp:extent cx="6480000" cy="0"/>
              <wp:effectExtent l="0" t="19050" r="3556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00B050"/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9075C04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8.35pt,90.6pt" to="481.9pt,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" strokecolor="#00b050" strokeweight="3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09A"/>
    <w:rsid w:val="00113610"/>
    <w:rsid w:val="00195B7E"/>
    <w:rsid w:val="0021429D"/>
    <w:rsid w:val="00225138"/>
    <w:rsid w:val="0032510E"/>
    <w:rsid w:val="00477472"/>
    <w:rsid w:val="00482520"/>
    <w:rsid w:val="00686F32"/>
    <w:rsid w:val="00720520"/>
    <w:rsid w:val="0072309A"/>
    <w:rsid w:val="00737D06"/>
    <w:rsid w:val="00755950"/>
    <w:rsid w:val="00835207"/>
    <w:rsid w:val="00992279"/>
    <w:rsid w:val="00A6007F"/>
    <w:rsid w:val="00A95088"/>
    <w:rsid w:val="00AB01EE"/>
    <w:rsid w:val="00AE2A08"/>
    <w:rsid w:val="00AE7CBA"/>
    <w:rsid w:val="00BC0466"/>
    <w:rsid w:val="00C16058"/>
    <w:rsid w:val="00C37A53"/>
    <w:rsid w:val="00C84F06"/>
    <w:rsid w:val="00CD2751"/>
    <w:rsid w:val="00D86475"/>
    <w:rsid w:val="00DE33C7"/>
    <w:rsid w:val="00E302BC"/>
    <w:rsid w:val="00E61EF8"/>
    <w:rsid w:val="00E62F92"/>
    <w:rsid w:val="00E6780D"/>
    <w:rsid w:val="00EF23E9"/>
    <w:rsid w:val="00FD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EBCBF6-E6F2-4CBF-B16F-B197AC05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088"/>
  </w:style>
  <w:style w:type="paragraph" w:styleId="Heading4">
    <w:name w:val="heading 4"/>
    <w:basedOn w:val="Normal"/>
    <w:link w:val="Heading4Char"/>
    <w:uiPriority w:val="9"/>
    <w:qFormat/>
    <w:rsid w:val="00AB01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F92"/>
  </w:style>
  <w:style w:type="paragraph" w:styleId="Footer">
    <w:name w:val="footer"/>
    <w:basedOn w:val="Normal"/>
    <w:link w:val="FooterChar"/>
    <w:uiPriority w:val="99"/>
    <w:unhideWhenUsed/>
    <w:rsid w:val="00E62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F92"/>
  </w:style>
  <w:style w:type="character" w:customStyle="1" w:styleId="Heading4Char">
    <w:name w:val="Heading 4 Char"/>
    <w:basedOn w:val="DefaultParagraphFont"/>
    <w:link w:val="Heading4"/>
    <w:uiPriority w:val="9"/>
    <w:rsid w:val="00AB01E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9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23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-cbc-007.e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greenkindergartens.e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pa-cbc-007.e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greenkindergartens.e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%20R%20A%20G%20I\Desktop\Memorandum%20TEMPLATE%20-%20Detska%20Radost%20(ENG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TEMPLATE - Detska Radost (ENG)</Template>
  <TotalTime>52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R A G I</dc:creator>
  <cp:keywords/>
  <dc:description/>
  <cp:lastModifiedBy>Z A R K O</cp:lastModifiedBy>
  <cp:revision>10</cp:revision>
  <dcterms:created xsi:type="dcterms:W3CDTF">2017-03-13T07:31:00Z</dcterms:created>
  <dcterms:modified xsi:type="dcterms:W3CDTF">2017-03-23T09:22:00Z</dcterms:modified>
</cp:coreProperties>
</file>